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2BFE7371" w:rsidR="00F966B4" w:rsidRDefault="00F966B4" w:rsidP="00F966B4">
      <w:pPr>
        <w:rPr>
          <w:rFonts w:ascii="Times New Roman" w:hAnsi="Times New Roman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962FE3">
        <w:rPr>
          <w:rFonts w:ascii="Times New Roman" w:hAnsi="Times New Roman"/>
          <w:lang w:val="et-EE"/>
        </w:rPr>
        <w:t>30</w:t>
      </w:r>
      <w:r w:rsidRPr="00F966B4">
        <w:rPr>
          <w:rFonts w:ascii="Times New Roman" w:hAnsi="Times New Roman"/>
          <w:lang w:val="et-EE"/>
        </w:rPr>
        <w:t>.0</w:t>
      </w:r>
      <w:r w:rsidR="00962FE3">
        <w:rPr>
          <w:rFonts w:ascii="Times New Roman" w:hAnsi="Times New Roman"/>
          <w:lang w:val="et-EE"/>
        </w:rPr>
        <w:t>9</w:t>
      </w:r>
      <w:r w:rsidRPr="00F966B4">
        <w:rPr>
          <w:rFonts w:ascii="Times New Roman" w:hAnsi="Times New Roman"/>
          <w:lang w:val="et-EE"/>
        </w:rPr>
        <w:t>.2025 nr JV-MAA-1/</w:t>
      </w:r>
      <w:r w:rsidR="00B21B48">
        <w:rPr>
          <w:rFonts w:ascii="Times New Roman" w:hAnsi="Times New Roman"/>
          <w:lang w:val="et-EE"/>
        </w:rPr>
        <w:t>4511</w:t>
      </w:r>
    </w:p>
    <w:p w14:paraId="77EAC709" w14:textId="77777777" w:rsidR="00087852" w:rsidRPr="00F966B4" w:rsidRDefault="00087852" w:rsidP="00F966B4">
      <w:pPr>
        <w:rPr>
          <w:rFonts w:ascii="Times New Roman" w:hAnsi="Times New Roman"/>
          <w:lang w:val="et-EE"/>
        </w:rPr>
      </w:pP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Õigustatud isiku poolne 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e-posti aadress, telefoni number (mitte lisada organisatsiooni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üldtelefoni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</w:t>
              </w:r>
              <w:proofErr w:type="spellStart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Andra.McManus</w:t>
              </w:r>
              <w:proofErr w:type="spellEnd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613B7DC1" w:rsidR="00F966B4" w:rsidRPr="00F966B4" w:rsidRDefault="00F966B4" w:rsidP="00B1223C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B11D32">
              <w:rPr>
                <w:rFonts w:ascii="Times New Roman" w:hAnsi="Times New Roman"/>
                <w:lang w:val="et-EE"/>
              </w:rPr>
              <w:t xml:space="preserve">: </w:t>
            </w:r>
            <w:r w:rsidR="0006579C">
              <w:t xml:space="preserve"> </w:t>
            </w:r>
            <w:r w:rsidR="00B1223C" w:rsidRPr="00B1223C">
              <w:rPr>
                <w:rFonts w:ascii="Times New Roman" w:hAnsi="Times New Roman"/>
                <w:i/>
                <w:iCs/>
                <w:lang w:val="et-EE"/>
              </w:rPr>
              <w:t xml:space="preserve">IP7862 „Mehikoorma kooli 10/0,4 </w:t>
            </w:r>
            <w:proofErr w:type="spellStart"/>
            <w:r w:rsidR="00B1223C" w:rsidRPr="00B1223C">
              <w:rPr>
                <w:rFonts w:ascii="Times New Roman" w:hAnsi="Times New Roman"/>
                <w:i/>
                <w:iCs/>
                <w:lang w:val="et-EE"/>
              </w:rPr>
              <w:t>kV</w:t>
            </w:r>
            <w:proofErr w:type="spellEnd"/>
            <w:r w:rsidR="00B1223C" w:rsidRPr="00B1223C">
              <w:rPr>
                <w:rFonts w:ascii="Times New Roman" w:hAnsi="Times New Roman"/>
                <w:i/>
                <w:iCs/>
                <w:lang w:val="et-EE"/>
              </w:rPr>
              <w:t xml:space="preserve"> alajaama asendamine. Tööprojekt. Mehikoorma alevik, Räpina vald, Põlva maakond“.  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8732A1" w14:textId="71C6F260" w:rsidR="007A2F74" w:rsidRPr="007A2F74" w:rsidRDefault="00F966B4" w:rsidP="007A2F7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FD6037" w:rsidRPr="00FD6037">
              <w:rPr>
                <w:rFonts w:ascii="Times New Roman" w:hAnsi="Times New Roman"/>
              </w:rPr>
              <w:t>Enersense AS</w:t>
            </w:r>
          </w:p>
          <w:p w14:paraId="01DAC187" w14:textId="647F39B4" w:rsidR="00F966B4" w:rsidRPr="00F966B4" w:rsidRDefault="002000E9" w:rsidP="007A2F74">
            <w:pPr>
              <w:rPr>
                <w:rFonts w:ascii="Times New Roman" w:hAnsi="Times New Roman"/>
                <w:lang w:val="et-EE"/>
              </w:rPr>
            </w:pPr>
            <w:r w:rsidRPr="002000E9">
              <w:rPr>
                <w:rFonts w:ascii="Times New Roman" w:hAnsi="Times New Roman"/>
              </w:rPr>
              <w:t>Tarmo Laur, tarmo.laur@enersense.com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012C6A85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0D09F3" w:rsidRPr="000D09F3">
              <w:rPr>
                <w:rFonts w:ascii="Times New Roman" w:hAnsi="Times New Roman"/>
                <w:lang w:val="et-EE"/>
              </w:rPr>
              <w:t>02.09.2025  nr 7.1-2/25/14559-2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RIIGIMAA ANDMED (info </w:t>
            </w:r>
            <w:proofErr w:type="spellStart"/>
            <w:r w:rsidRPr="00F966B4">
              <w:rPr>
                <w:rFonts w:ascii="Times New Roman" w:hAnsi="Times New Roman"/>
                <w:b/>
                <w:bCs/>
                <w:lang w:val="et-EE"/>
              </w:rPr>
              <w:t>RKVRist</w:t>
            </w:r>
            <w:proofErr w:type="spellEnd"/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4685E419" w:rsidR="00F966B4" w:rsidRPr="003A35EB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Number ja nimetus: </w:t>
            </w:r>
            <w:r w:rsidR="0087457A" w:rsidRPr="003A35EB">
              <w:rPr>
                <w:rFonts w:ascii="Times New Roman" w:hAnsi="Times New Roman"/>
                <w:color w:val="000000"/>
                <w:sz w:val="23"/>
                <w:szCs w:val="23"/>
                <w:shd w:val="clear" w:color="auto" w:fill="E8E5DA"/>
              </w:rPr>
              <w:t xml:space="preserve"> </w:t>
            </w:r>
            <w:r w:rsidR="00D16E0B" w:rsidRPr="003A35EB">
              <w:rPr>
                <w:rFonts w:ascii="Times New Roman" w:hAnsi="Times New Roman"/>
              </w:rPr>
              <w:t>22291 Meeksi-Mehikoorma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31C10BEB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Katastritunnus: </w:t>
            </w:r>
            <w:r w:rsidR="0087457A" w:rsidRPr="003A35EB">
              <w:rPr>
                <w:rFonts w:ascii="Times New Roman" w:hAnsi="Times New Roman"/>
              </w:rPr>
              <w:t xml:space="preserve"> </w:t>
            </w:r>
            <w:r w:rsidR="00AB0945" w:rsidRPr="003A35EB">
              <w:rPr>
                <w:rFonts w:ascii="Times New Roman" w:hAnsi="Times New Roman"/>
              </w:rPr>
              <w:t>45401:005:0183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7342062B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201752" w:rsidRPr="003A35EB">
              <w:rPr>
                <w:rFonts w:ascii="Times New Roman" w:hAnsi="Times New Roman"/>
                <w:lang w:val="et-EE"/>
              </w:rPr>
              <w:tab/>
            </w:r>
            <w:r w:rsidR="00AB0945" w:rsidRPr="003A35EB">
              <w:rPr>
                <w:rFonts w:ascii="Times New Roman" w:hAnsi="Times New Roman"/>
                <w:lang w:val="et-EE"/>
              </w:rPr>
              <w:t>5620250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2CC48D09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3A35EB">
              <w:rPr>
                <w:rFonts w:ascii="Times New Roman" w:hAnsi="Times New Roman"/>
                <w:color w:val="000000" w:themeColor="text1"/>
                <w:lang w:val="et-EE"/>
              </w:rPr>
              <w:t xml:space="preserve">: </w:t>
            </w:r>
            <w:r w:rsidR="00465F2D" w:rsidRPr="003A35EB">
              <w:rPr>
                <w:rFonts w:ascii="Times New Roman" w:hAnsi="Times New Roman"/>
                <w:color w:val="000000" w:themeColor="text1"/>
              </w:rPr>
              <w:t xml:space="preserve"> </w:t>
            </w:r>
            <w:hyperlink r:id="rId14" w:tgtFrame="_blank" w:history="1">
              <w:r w:rsidR="003A35EB" w:rsidRPr="003A35EB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KV67472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3A35EB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3A35EB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53CD76B" w14:textId="77777777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210641" w14:textId="4144381A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750B34" w:rsidRPr="003A35EB">
              <w:rPr>
                <w:rFonts w:ascii="Times New Roman" w:hAnsi="Times New Roman"/>
                <w:color w:val="000000"/>
                <w:spacing w:val="2"/>
                <w:sz w:val="21"/>
                <w:szCs w:val="21"/>
              </w:rPr>
              <w:t xml:space="preserve"> </w:t>
            </w:r>
            <w:r w:rsidR="00667134" w:rsidRPr="003A35EB">
              <w:rPr>
                <w:rFonts w:ascii="Times New Roman" w:hAnsi="Times New Roman"/>
              </w:rPr>
              <w:t>958302</w:t>
            </w:r>
          </w:p>
          <w:p w14:paraId="6F6BBC00" w14:textId="7B0D5804" w:rsidR="00A51C44" w:rsidRPr="003A35EB" w:rsidRDefault="00667134" w:rsidP="00E10024">
            <w:pPr>
              <w:rPr>
                <w:rFonts w:ascii="Times New Roman" w:hAnsi="Times New Roman"/>
              </w:rPr>
            </w:pPr>
            <w:hyperlink r:id="rId15" w:history="1">
              <w:r w:rsidRPr="003A35EB">
                <w:rPr>
                  <w:rStyle w:val="Hyperlink"/>
                  <w:rFonts w:ascii="Times New Roman" w:hAnsi="Times New Roman"/>
                </w:rPr>
                <w:t>https://pari.kataster.ee/magic-link/4dd21b81-de24-454c-9a05-60d40e9514d3</w:t>
              </w:r>
            </w:hyperlink>
          </w:p>
          <w:p w14:paraId="1E0578E3" w14:textId="77777777" w:rsidR="00667134" w:rsidRPr="003A35EB" w:rsidRDefault="00667134" w:rsidP="00E10024">
            <w:pPr>
              <w:rPr>
                <w:rFonts w:ascii="Times New Roman" w:hAnsi="Times New Roman"/>
              </w:rPr>
            </w:pPr>
          </w:p>
          <w:p w14:paraId="2930464F" w14:textId="3CA08E9D" w:rsidR="00667134" w:rsidRPr="003A35EB" w:rsidRDefault="00667134" w:rsidP="00E10024">
            <w:pPr>
              <w:rPr>
                <w:rFonts w:ascii="Times New Roman" w:hAnsi="Times New Roman"/>
                <w:i/>
                <w:iCs/>
                <w:lang w:val="et-EE"/>
              </w:rPr>
            </w:pPr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BE811" w14:textId="77777777" w:rsidR="00D67B64" w:rsidRDefault="00D67B64">
      <w:r>
        <w:separator/>
      </w:r>
    </w:p>
  </w:endnote>
  <w:endnote w:type="continuationSeparator" w:id="0">
    <w:p w14:paraId="6013A228" w14:textId="77777777" w:rsidR="00D67B64" w:rsidRDefault="00D67B64">
      <w:r>
        <w:continuationSeparator/>
      </w:r>
    </w:p>
  </w:endnote>
  <w:endnote w:type="continuationNotice" w:id="1">
    <w:p w14:paraId="0DE7400F" w14:textId="77777777" w:rsidR="00D67B64" w:rsidRDefault="00D67B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25B48" w14:textId="77777777" w:rsidR="00D67B64" w:rsidRDefault="00D67B64">
      <w:r>
        <w:separator/>
      </w:r>
    </w:p>
  </w:footnote>
  <w:footnote w:type="continuationSeparator" w:id="0">
    <w:p w14:paraId="6ED14029" w14:textId="77777777" w:rsidR="00D67B64" w:rsidRDefault="00D67B64">
      <w:r>
        <w:continuationSeparator/>
      </w:r>
    </w:p>
  </w:footnote>
  <w:footnote w:type="continuationNotice" w:id="1">
    <w:p w14:paraId="071F810F" w14:textId="77777777" w:rsidR="00D67B64" w:rsidRDefault="00D67B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42427"/>
    <w:rsid w:val="00042C6D"/>
    <w:rsid w:val="000470FF"/>
    <w:rsid w:val="00050B7B"/>
    <w:rsid w:val="00061FDD"/>
    <w:rsid w:val="00062448"/>
    <w:rsid w:val="0006579C"/>
    <w:rsid w:val="000657E8"/>
    <w:rsid w:val="00074F5B"/>
    <w:rsid w:val="00087852"/>
    <w:rsid w:val="00093668"/>
    <w:rsid w:val="000A4006"/>
    <w:rsid w:val="000B0B73"/>
    <w:rsid w:val="000B1DBF"/>
    <w:rsid w:val="000B417F"/>
    <w:rsid w:val="000B4850"/>
    <w:rsid w:val="000B57BA"/>
    <w:rsid w:val="000C149A"/>
    <w:rsid w:val="000D09F3"/>
    <w:rsid w:val="000F3E27"/>
    <w:rsid w:val="00103444"/>
    <w:rsid w:val="001100DF"/>
    <w:rsid w:val="00113F3F"/>
    <w:rsid w:val="00120336"/>
    <w:rsid w:val="00126600"/>
    <w:rsid w:val="00130960"/>
    <w:rsid w:val="00131020"/>
    <w:rsid w:val="001336BE"/>
    <w:rsid w:val="00136D40"/>
    <w:rsid w:val="00146F8F"/>
    <w:rsid w:val="001523EE"/>
    <w:rsid w:val="00152A06"/>
    <w:rsid w:val="00162108"/>
    <w:rsid w:val="00175C9F"/>
    <w:rsid w:val="00182C9F"/>
    <w:rsid w:val="0019253D"/>
    <w:rsid w:val="00194EE7"/>
    <w:rsid w:val="001B46D4"/>
    <w:rsid w:val="001C6D3D"/>
    <w:rsid w:val="001D3478"/>
    <w:rsid w:val="001E0921"/>
    <w:rsid w:val="001E09C8"/>
    <w:rsid w:val="001E1C85"/>
    <w:rsid w:val="002000E9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300E09"/>
    <w:rsid w:val="003073D3"/>
    <w:rsid w:val="00310363"/>
    <w:rsid w:val="003127FB"/>
    <w:rsid w:val="003203E0"/>
    <w:rsid w:val="00321320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A0ECE"/>
    <w:rsid w:val="003A35EB"/>
    <w:rsid w:val="003B6F35"/>
    <w:rsid w:val="003C3F52"/>
    <w:rsid w:val="003C651D"/>
    <w:rsid w:val="003C6D6C"/>
    <w:rsid w:val="003E385C"/>
    <w:rsid w:val="003E61D3"/>
    <w:rsid w:val="003F5996"/>
    <w:rsid w:val="004170C1"/>
    <w:rsid w:val="00420824"/>
    <w:rsid w:val="0042216B"/>
    <w:rsid w:val="00430FA1"/>
    <w:rsid w:val="004376C7"/>
    <w:rsid w:val="00445A99"/>
    <w:rsid w:val="00462CC6"/>
    <w:rsid w:val="00465F2D"/>
    <w:rsid w:val="00470107"/>
    <w:rsid w:val="00477955"/>
    <w:rsid w:val="00480009"/>
    <w:rsid w:val="00491AD7"/>
    <w:rsid w:val="00494657"/>
    <w:rsid w:val="00496FB0"/>
    <w:rsid w:val="004A1981"/>
    <w:rsid w:val="004B2FB0"/>
    <w:rsid w:val="004B3B7C"/>
    <w:rsid w:val="004B3CBC"/>
    <w:rsid w:val="004D1D70"/>
    <w:rsid w:val="004D4471"/>
    <w:rsid w:val="004D7EDA"/>
    <w:rsid w:val="004E4BEF"/>
    <w:rsid w:val="004E5DD5"/>
    <w:rsid w:val="004F5104"/>
    <w:rsid w:val="0050379B"/>
    <w:rsid w:val="005267E5"/>
    <w:rsid w:val="00532D2F"/>
    <w:rsid w:val="00552D94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6D01"/>
    <w:rsid w:val="00667134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E586A"/>
    <w:rsid w:val="006F11F1"/>
    <w:rsid w:val="006F595A"/>
    <w:rsid w:val="00702CEE"/>
    <w:rsid w:val="00704301"/>
    <w:rsid w:val="0070500B"/>
    <w:rsid w:val="00730275"/>
    <w:rsid w:val="00750948"/>
    <w:rsid w:val="00750B34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2F74"/>
    <w:rsid w:val="007A7FE6"/>
    <w:rsid w:val="007B0DCC"/>
    <w:rsid w:val="007C2201"/>
    <w:rsid w:val="007C45AD"/>
    <w:rsid w:val="007C6F7A"/>
    <w:rsid w:val="007C7A5C"/>
    <w:rsid w:val="007D52CC"/>
    <w:rsid w:val="007E19D5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A6138"/>
    <w:rsid w:val="008B2F66"/>
    <w:rsid w:val="008C5B01"/>
    <w:rsid w:val="008D2D2A"/>
    <w:rsid w:val="008D3667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2FE3"/>
    <w:rsid w:val="00963AB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A04EE1"/>
    <w:rsid w:val="00A114C3"/>
    <w:rsid w:val="00A17109"/>
    <w:rsid w:val="00A17AC3"/>
    <w:rsid w:val="00A17E2A"/>
    <w:rsid w:val="00A27416"/>
    <w:rsid w:val="00A33A60"/>
    <w:rsid w:val="00A35B1E"/>
    <w:rsid w:val="00A43A3D"/>
    <w:rsid w:val="00A51C44"/>
    <w:rsid w:val="00A53DCD"/>
    <w:rsid w:val="00A649D1"/>
    <w:rsid w:val="00A65739"/>
    <w:rsid w:val="00A837AB"/>
    <w:rsid w:val="00A83FDD"/>
    <w:rsid w:val="00A857C8"/>
    <w:rsid w:val="00A93F3D"/>
    <w:rsid w:val="00A94466"/>
    <w:rsid w:val="00A96E89"/>
    <w:rsid w:val="00AB0945"/>
    <w:rsid w:val="00AE1639"/>
    <w:rsid w:val="00AE6B50"/>
    <w:rsid w:val="00AE7044"/>
    <w:rsid w:val="00AF1A5D"/>
    <w:rsid w:val="00AF6389"/>
    <w:rsid w:val="00B03164"/>
    <w:rsid w:val="00B05AE2"/>
    <w:rsid w:val="00B11D32"/>
    <w:rsid w:val="00B1223C"/>
    <w:rsid w:val="00B21B48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B7AC8"/>
    <w:rsid w:val="00BC211F"/>
    <w:rsid w:val="00BD14A4"/>
    <w:rsid w:val="00BE07EA"/>
    <w:rsid w:val="00BE6355"/>
    <w:rsid w:val="00BE7935"/>
    <w:rsid w:val="00BF0E4C"/>
    <w:rsid w:val="00C0020C"/>
    <w:rsid w:val="00C34030"/>
    <w:rsid w:val="00C34D74"/>
    <w:rsid w:val="00C53640"/>
    <w:rsid w:val="00C56F6D"/>
    <w:rsid w:val="00C66DDF"/>
    <w:rsid w:val="00C712AC"/>
    <w:rsid w:val="00C81E7E"/>
    <w:rsid w:val="00C86912"/>
    <w:rsid w:val="00C86C12"/>
    <w:rsid w:val="00C86E8D"/>
    <w:rsid w:val="00C95ABD"/>
    <w:rsid w:val="00C966E8"/>
    <w:rsid w:val="00CA4C43"/>
    <w:rsid w:val="00CA5CA0"/>
    <w:rsid w:val="00CB0738"/>
    <w:rsid w:val="00CB0FEA"/>
    <w:rsid w:val="00CB31D7"/>
    <w:rsid w:val="00CC0D04"/>
    <w:rsid w:val="00CC0E7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B95"/>
    <w:rsid w:val="00D100C4"/>
    <w:rsid w:val="00D13F55"/>
    <w:rsid w:val="00D16E0B"/>
    <w:rsid w:val="00D25D80"/>
    <w:rsid w:val="00D30B1A"/>
    <w:rsid w:val="00D343E0"/>
    <w:rsid w:val="00D35FED"/>
    <w:rsid w:val="00D42134"/>
    <w:rsid w:val="00D4458D"/>
    <w:rsid w:val="00D51ED4"/>
    <w:rsid w:val="00D52B32"/>
    <w:rsid w:val="00D67B64"/>
    <w:rsid w:val="00D8006E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200E"/>
    <w:rsid w:val="00E71487"/>
    <w:rsid w:val="00E72144"/>
    <w:rsid w:val="00E84486"/>
    <w:rsid w:val="00E9115C"/>
    <w:rsid w:val="00E94F8A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0340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7191"/>
    <w:rsid w:val="00FC0064"/>
    <w:rsid w:val="00FC2567"/>
    <w:rsid w:val="00FC4531"/>
    <w:rsid w:val="00FD02B6"/>
    <w:rsid w:val="00FD2413"/>
    <w:rsid w:val="00FD493A"/>
    <w:rsid w:val="00FD6037"/>
    <w:rsid w:val="00FE3E1F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4dd21b81-de24-454c-9a05-60d40e9514d3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12270080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354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2</cp:revision>
  <cp:lastPrinted>2025-04-15T10:05:00Z</cp:lastPrinted>
  <dcterms:created xsi:type="dcterms:W3CDTF">2025-09-30T10:00:00Z</dcterms:created>
  <dcterms:modified xsi:type="dcterms:W3CDTF">2025-09-30T10:00:00Z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